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470"/>
      </w:tblGrid>
      <w:tr w:rsidR="001B2ABD" w14:paraId="377A6A53" w14:textId="77777777" w:rsidTr="001B2ABD">
        <w:trPr>
          <w:trHeight w:val="4410"/>
        </w:trPr>
        <w:tc>
          <w:tcPr>
            <w:tcW w:w="3600" w:type="dxa"/>
            <w:vAlign w:val="bottom"/>
          </w:tcPr>
          <w:p w14:paraId="2388D21E" w14:textId="77777777" w:rsidR="001B2ABD" w:rsidRDefault="001B2ABD" w:rsidP="001B2ABD">
            <w:pPr>
              <w:tabs>
                <w:tab w:val="left" w:pos="990"/>
              </w:tabs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879C3AF" wp14:editId="2DDF0DDA">
                      <wp:extent cx="2122805" cy="2381250"/>
                      <wp:effectExtent l="19050" t="19050" r="29845" b="38100"/>
                      <wp:docPr id="2" name="Oval 2" title="Professional Headshot of Man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2805" cy="238125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635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C339E51" id="Oval 2" o:spid="_x0000_s1026" alt="Title: Professional Headshot of Man" style="width:167.15pt;height:18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" strokecolor="#94b6d2 [3204]" strokeweight="5pt">
                      <v:fill r:id="rId8" o:title="" recolor="t" rotate="t" type="frame"/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720" w:type="dxa"/>
          </w:tcPr>
          <w:p w14:paraId="52F18883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  <w:vAlign w:val="bottom"/>
          </w:tcPr>
          <w:p w14:paraId="170EEB99" w14:textId="0F2FF95D" w:rsidR="001B2ABD" w:rsidRPr="0056183E" w:rsidRDefault="0056183E" w:rsidP="001B2ABD">
            <w:pPr>
              <w:pStyle w:val="Title"/>
              <w:rPr>
                <w:sz w:val="72"/>
                <w:szCs w:val="56"/>
              </w:rPr>
            </w:pPr>
            <w:r w:rsidRPr="0056183E">
              <w:rPr>
                <w:sz w:val="72"/>
                <w:szCs w:val="56"/>
              </w:rPr>
              <w:t>Nalinkumar adhavan</w:t>
            </w:r>
          </w:p>
          <w:p w14:paraId="3271168A" w14:textId="47A90D0C" w:rsidR="001B2ABD" w:rsidRDefault="0056183E" w:rsidP="001B2ABD">
            <w:pPr>
              <w:pStyle w:val="Subtitle"/>
            </w:pPr>
            <w:r>
              <w:rPr>
                <w:spacing w:val="0"/>
                <w:w w:val="100"/>
              </w:rPr>
              <w:t>Junior Software Developer</w:t>
            </w:r>
          </w:p>
        </w:tc>
      </w:tr>
      <w:tr w:rsidR="001B2ABD" w14:paraId="618516DF" w14:textId="77777777" w:rsidTr="001B2ABD">
        <w:tc>
          <w:tcPr>
            <w:tcW w:w="3600" w:type="dxa"/>
          </w:tcPr>
          <w:sdt>
            <w:sdtPr>
              <w:id w:val="-1711873194"/>
              <w:placeholder>
                <w:docPart w:val="50A927EA5E3A47FEB129EBA9A3917127"/>
              </w:placeholder>
              <w:temporary/>
              <w:showingPlcHdr/>
              <w15:appearance w15:val="hidden"/>
            </w:sdtPr>
            <w:sdtContent>
              <w:p w14:paraId="6E4DC2D9" w14:textId="77777777" w:rsidR="001B2ABD" w:rsidRDefault="00036450" w:rsidP="00036450">
                <w:pPr>
                  <w:pStyle w:val="Heading3"/>
                </w:pPr>
                <w:r w:rsidRPr="00D5459D">
                  <w:t>Profile</w:t>
                </w:r>
              </w:p>
            </w:sdtContent>
          </w:sdt>
          <w:p w14:paraId="3D0C6ED3" w14:textId="1EB19038" w:rsidR="00036450" w:rsidRDefault="0058458A" w:rsidP="0056183E">
            <w:r>
              <w:t>Looking for an entry level software developer position in a dynamic software company that values my technical skills and provides me a future scope for development. I wish to work with a diverse technical team that works towards contributing to the company’s vision and goals.</w:t>
            </w:r>
          </w:p>
          <w:p w14:paraId="21046833" w14:textId="77777777" w:rsidR="00036450" w:rsidRDefault="00036450" w:rsidP="00036450"/>
          <w:sdt>
            <w:sdtPr>
              <w:id w:val="-1954003311"/>
              <w:placeholder>
                <w:docPart w:val="8321B7E641424CC9AA70C08BE2C13CA4"/>
              </w:placeholder>
              <w:temporary/>
              <w:showingPlcHdr/>
              <w15:appearance w15:val="hidden"/>
            </w:sdtPr>
            <w:sdtContent>
              <w:p w14:paraId="139050B9" w14:textId="77777777" w:rsidR="0056183E" w:rsidRPr="00CB0055" w:rsidRDefault="0056183E" w:rsidP="0056183E">
                <w:pPr>
                  <w:pStyle w:val="Heading3"/>
                </w:pPr>
                <w:r w:rsidRPr="00CB0055">
                  <w:t>Contact</w:t>
                </w:r>
              </w:p>
            </w:sdtContent>
          </w:sdt>
          <w:sdt>
            <w:sdtPr>
              <w:id w:val="1111563247"/>
              <w:placeholder>
                <w:docPart w:val="571D86035825455AA2B7B6B80A71FF68"/>
              </w:placeholder>
              <w:temporary/>
              <w:showingPlcHdr/>
              <w15:appearance w15:val="hidden"/>
            </w:sdtPr>
            <w:sdtContent>
              <w:p w14:paraId="227595B6" w14:textId="77777777" w:rsidR="0056183E" w:rsidRDefault="0056183E" w:rsidP="0056183E">
                <w:r w:rsidRPr="004D3011">
                  <w:t>PHONE:</w:t>
                </w:r>
              </w:p>
            </w:sdtContent>
          </w:sdt>
          <w:p w14:paraId="13FD2C0E" w14:textId="77777777" w:rsidR="0056183E" w:rsidRDefault="0056183E" w:rsidP="0056183E">
            <w:r>
              <w:t>+44 7404862690</w:t>
            </w:r>
          </w:p>
          <w:p w14:paraId="728FCCC1" w14:textId="77777777" w:rsidR="0056183E" w:rsidRPr="004D3011" w:rsidRDefault="0056183E" w:rsidP="0056183E"/>
          <w:sdt>
            <w:sdtPr>
              <w:id w:val="-240260293"/>
              <w:placeholder>
                <w:docPart w:val="D588D673FC9D4AD5B6F7AD5A9CFFCEE5"/>
              </w:placeholder>
              <w:temporary/>
              <w:showingPlcHdr/>
              <w15:appearance w15:val="hidden"/>
            </w:sdtPr>
            <w:sdtContent>
              <w:p w14:paraId="11AF06BF" w14:textId="77777777" w:rsidR="0056183E" w:rsidRDefault="0056183E" w:rsidP="0056183E">
                <w:r w:rsidRPr="004D3011">
                  <w:t>EMAIL:</w:t>
                </w:r>
              </w:p>
            </w:sdtContent>
          </w:sdt>
          <w:p w14:paraId="02A27FF8" w14:textId="77777777" w:rsidR="0056183E" w:rsidRDefault="0056183E" w:rsidP="0056183E">
            <w:hyperlink r:id="rId9" w:history="1">
              <w:r w:rsidRPr="00176873">
                <w:rPr>
                  <w:rStyle w:val="Hyperlink"/>
                </w:rPr>
                <w:t>Nalinadhavan1996@gmail.com</w:t>
              </w:r>
            </w:hyperlink>
          </w:p>
          <w:p w14:paraId="2F13F183" w14:textId="77777777" w:rsidR="0056183E" w:rsidRPr="00E4381A" w:rsidRDefault="0056183E" w:rsidP="0056183E">
            <w:pPr>
              <w:rPr>
                <w:rStyle w:val="Hyperlink"/>
              </w:rPr>
            </w:pPr>
          </w:p>
          <w:p w14:paraId="2B24ECB6" w14:textId="77777777" w:rsidR="0056183E" w:rsidRPr="00CB0055" w:rsidRDefault="0056183E" w:rsidP="0056183E">
            <w:pPr>
              <w:pStyle w:val="Heading3"/>
            </w:pPr>
            <w:r>
              <w:t>SKILLS</w:t>
            </w:r>
          </w:p>
          <w:p w14:paraId="44360118" w14:textId="77777777" w:rsidR="0056183E" w:rsidRDefault="0056183E" w:rsidP="0056183E">
            <w:pPr>
              <w:pStyle w:val="ListParagraph"/>
              <w:numPr>
                <w:ilvl w:val="0"/>
                <w:numId w:val="4"/>
              </w:numPr>
            </w:pPr>
            <w:r>
              <w:t>C#, ASP.Net Framework</w:t>
            </w:r>
            <w:r>
              <w:t>.</w:t>
            </w:r>
          </w:p>
          <w:p w14:paraId="24962CED" w14:textId="77777777" w:rsidR="0056183E" w:rsidRDefault="0056183E" w:rsidP="0056183E">
            <w:pPr>
              <w:pStyle w:val="ListParagraph"/>
              <w:numPr>
                <w:ilvl w:val="0"/>
                <w:numId w:val="4"/>
              </w:numPr>
            </w:pPr>
            <w:r>
              <w:t>MY SQL – DB understanding</w:t>
            </w:r>
          </w:p>
          <w:p w14:paraId="2B7C7AE0" w14:textId="77777777" w:rsidR="0056183E" w:rsidRDefault="0056183E" w:rsidP="0056183E">
            <w:pPr>
              <w:pStyle w:val="ListParagraph"/>
              <w:numPr>
                <w:ilvl w:val="0"/>
                <w:numId w:val="4"/>
              </w:numPr>
            </w:pPr>
            <w:r>
              <w:t>Version control – GitHub</w:t>
            </w:r>
          </w:p>
          <w:p w14:paraId="32253B0F" w14:textId="77777777" w:rsidR="0056183E" w:rsidRDefault="0056183E" w:rsidP="0056183E">
            <w:pPr>
              <w:pStyle w:val="ListParagraph"/>
              <w:numPr>
                <w:ilvl w:val="0"/>
                <w:numId w:val="4"/>
              </w:numPr>
            </w:pPr>
            <w:r>
              <w:t>Local environments set up</w:t>
            </w:r>
          </w:p>
          <w:p w14:paraId="4280376D" w14:textId="77777777" w:rsidR="0056183E" w:rsidRDefault="0056183E" w:rsidP="0056183E">
            <w:pPr>
              <w:pStyle w:val="ListParagraph"/>
              <w:numPr>
                <w:ilvl w:val="0"/>
                <w:numId w:val="4"/>
              </w:numPr>
            </w:pPr>
            <w:r>
              <w:t>Network understanding</w:t>
            </w:r>
          </w:p>
          <w:p w14:paraId="64509B26" w14:textId="28169612" w:rsidR="001E293A" w:rsidRDefault="0056183E" w:rsidP="001E293A">
            <w:pPr>
              <w:pStyle w:val="ListParagraph"/>
              <w:numPr>
                <w:ilvl w:val="0"/>
                <w:numId w:val="4"/>
              </w:numPr>
            </w:pPr>
            <w:r>
              <w:t xml:space="preserve">Understanding of </w:t>
            </w:r>
            <w:r>
              <w:t>Agile and Waterfall</w:t>
            </w:r>
            <w:r>
              <w:t xml:space="preserve"> process.</w:t>
            </w:r>
          </w:p>
          <w:p w14:paraId="0587EEA9" w14:textId="07665C86" w:rsidR="001E293A" w:rsidRDefault="001E293A" w:rsidP="001E293A">
            <w:pPr>
              <w:pStyle w:val="ListParagraph"/>
              <w:numPr>
                <w:ilvl w:val="0"/>
                <w:numId w:val="4"/>
              </w:numPr>
            </w:pPr>
            <w:r>
              <w:t xml:space="preserve">JIRA </w:t>
            </w:r>
          </w:p>
          <w:p w14:paraId="7CF84755" w14:textId="47EB5FC2" w:rsidR="00EC5F34" w:rsidRDefault="00EC5F34" w:rsidP="001E293A">
            <w:pPr>
              <w:pStyle w:val="ListParagraph"/>
              <w:numPr>
                <w:ilvl w:val="0"/>
                <w:numId w:val="4"/>
              </w:numPr>
            </w:pPr>
            <w:r>
              <w:t>MS Office</w:t>
            </w:r>
          </w:p>
          <w:p w14:paraId="35B7EF1D" w14:textId="789BFEF1" w:rsidR="004D3011" w:rsidRPr="004D3011" w:rsidRDefault="004D3011" w:rsidP="004D3011"/>
        </w:tc>
        <w:tc>
          <w:tcPr>
            <w:tcW w:w="720" w:type="dxa"/>
          </w:tcPr>
          <w:p w14:paraId="6C5D005A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</w:tcPr>
          <w:sdt>
            <w:sdtPr>
              <w:id w:val="-1593692925"/>
              <w:placeholder>
                <w:docPart w:val="265F70A118F14AAE87B2FB2AA0CB9640"/>
              </w:placeholder>
              <w:temporary/>
              <w:showingPlcHdr/>
              <w15:appearance w15:val="hidden"/>
            </w:sdtPr>
            <w:sdtContent>
              <w:p w14:paraId="11D23C7E" w14:textId="5FB3745E" w:rsidR="0056183E" w:rsidRDefault="0056183E" w:rsidP="0056183E">
                <w:pPr>
                  <w:pStyle w:val="Heading2"/>
                </w:pPr>
                <w:r w:rsidRPr="00036450">
                  <w:t>EDUCATION</w:t>
                </w:r>
              </w:p>
            </w:sdtContent>
          </w:sdt>
          <w:p w14:paraId="49677B2D" w14:textId="77777777" w:rsidR="0056183E" w:rsidRPr="00036450" w:rsidRDefault="0056183E" w:rsidP="0056183E">
            <w:pPr>
              <w:pStyle w:val="Heading4"/>
            </w:pPr>
            <w:r>
              <w:t>Leeds Beckett University, Leeds, UK</w:t>
            </w:r>
          </w:p>
          <w:p w14:paraId="21ED392D" w14:textId="77777777" w:rsidR="0056183E" w:rsidRPr="00B359E4" w:rsidRDefault="0056183E" w:rsidP="0056183E">
            <w:pPr>
              <w:pStyle w:val="Date"/>
            </w:pPr>
            <w:r>
              <w:t>Oct-2020</w:t>
            </w:r>
            <w:r w:rsidRPr="00B359E4">
              <w:t xml:space="preserve"> - </w:t>
            </w:r>
            <w:r>
              <w:t>2021</w:t>
            </w:r>
          </w:p>
          <w:p w14:paraId="24B7464C" w14:textId="77777777" w:rsidR="0056183E" w:rsidRDefault="0056183E" w:rsidP="0056183E"/>
          <w:p w14:paraId="26108802" w14:textId="77777777" w:rsidR="0056183E" w:rsidRPr="00B359E4" w:rsidRDefault="0056183E" w:rsidP="0056183E">
            <w:pPr>
              <w:pStyle w:val="Heading4"/>
            </w:pPr>
            <w:r>
              <w:t>St. Xavier’s College, Gujarat, India</w:t>
            </w:r>
          </w:p>
          <w:p w14:paraId="633E899E" w14:textId="77777777" w:rsidR="0056183E" w:rsidRDefault="0056183E" w:rsidP="0056183E">
            <w:pPr>
              <w:pStyle w:val="Date"/>
            </w:pPr>
            <w:r>
              <w:t>2014- 2017</w:t>
            </w:r>
          </w:p>
          <w:sdt>
            <w:sdtPr>
              <w:id w:val="1001553383"/>
              <w:placeholder>
                <w:docPart w:val="ACF087E170B346E28B173B62A7254EC0"/>
              </w:placeholder>
              <w:temporary/>
              <w:showingPlcHdr/>
              <w15:appearance w15:val="hidden"/>
            </w:sdtPr>
            <w:sdtContent>
              <w:p w14:paraId="71326AE1" w14:textId="77777777" w:rsidR="0056183E" w:rsidRDefault="0056183E" w:rsidP="0056183E">
                <w:pPr>
                  <w:pStyle w:val="Heading2"/>
                </w:pPr>
                <w:r w:rsidRPr="00036450">
                  <w:t>WORK EXPERIENCE</w:t>
                </w:r>
              </w:p>
            </w:sdtContent>
          </w:sdt>
          <w:p w14:paraId="363B3CF0" w14:textId="77777777" w:rsidR="0056183E" w:rsidRDefault="0056183E" w:rsidP="0056183E">
            <w:pPr>
              <w:pStyle w:val="Heading4"/>
              <w:rPr>
                <w:bCs/>
              </w:rPr>
            </w:pPr>
            <w:proofErr w:type="spellStart"/>
            <w:r>
              <w:t>Varachha</w:t>
            </w:r>
            <w:proofErr w:type="spellEnd"/>
            <w:r>
              <w:t xml:space="preserve"> Co-operative Bank, Surat, India</w:t>
            </w:r>
            <w:r w:rsidRPr="00036450">
              <w:t xml:space="preserve"> </w:t>
            </w:r>
            <w:r>
              <w:t>[Junior Software Developer]</w:t>
            </w:r>
          </w:p>
          <w:p w14:paraId="199D9F21" w14:textId="77777777" w:rsidR="0056183E" w:rsidRPr="00036450" w:rsidRDefault="0056183E" w:rsidP="0056183E">
            <w:pPr>
              <w:pStyle w:val="Date"/>
            </w:pPr>
            <w:r>
              <w:t>March 2018</w:t>
            </w:r>
            <w:r w:rsidRPr="00036450">
              <w:t>–</w:t>
            </w:r>
            <w:r>
              <w:t xml:space="preserve"> Sept 2020</w:t>
            </w:r>
          </w:p>
          <w:p w14:paraId="4EEE6398" w14:textId="77777777" w:rsidR="0056183E" w:rsidRDefault="0056183E" w:rsidP="0056183E">
            <w:pPr>
              <w:pStyle w:val="ListParagraph"/>
              <w:numPr>
                <w:ilvl w:val="0"/>
                <w:numId w:val="1"/>
              </w:numPr>
            </w:pPr>
            <w:r>
              <w:t>Participating in software development project meetings.</w:t>
            </w:r>
          </w:p>
          <w:p w14:paraId="2A6F974F" w14:textId="77777777" w:rsidR="0056183E" w:rsidRDefault="0056183E" w:rsidP="0056183E">
            <w:pPr>
              <w:pStyle w:val="ListParagraph"/>
              <w:numPr>
                <w:ilvl w:val="0"/>
                <w:numId w:val="1"/>
              </w:numPr>
            </w:pPr>
            <w:r>
              <w:t>Participating in severity priority of bugs meeting with the product owners and developers.</w:t>
            </w:r>
          </w:p>
          <w:p w14:paraId="160C8A6B" w14:textId="77777777" w:rsidR="0056183E" w:rsidRDefault="0056183E" w:rsidP="0056183E">
            <w:pPr>
              <w:pStyle w:val="ListParagraph"/>
              <w:numPr>
                <w:ilvl w:val="0"/>
                <w:numId w:val="1"/>
              </w:numPr>
            </w:pPr>
            <w:r>
              <w:t>Understanding the technical live issues, participating in bug fixes.</w:t>
            </w:r>
          </w:p>
          <w:p w14:paraId="7A26E0BE" w14:textId="77777777" w:rsidR="0056183E" w:rsidRDefault="0056183E" w:rsidP="0056183E">
            <w:pPr>
              <w:pStyle w:val="ListParagraph"/>
              <w:numPr>
                <w:ilvl w:val="0"/>
                <w:numId w:val="1"/>
              </w:numPr>
            </w:pPr>
            <w:r>
              <w:t>Pair programming with senior developer in understanding the architecture and database.</w:t>
            </w:r>
          </w:p>
          <w:p w14:paraId="4088C9DE" w14:textId="77777777" w:rsidR="0056183E" w:rsidRDefault="0056183E" w:rsidP="0056183E">
            <w:pPr>
              <w:pStyle w:val="ListParagraph"/>
              <w:numPr>
                <w:ilvl w:val="0"/>
                <w:numId w:val="1"/>
              </w:numPr>
            </w:pPr>
            <w:r>
              <w:t>Performed code reviewing other junior developers’ code.</w:t>
            </w:r>
          </w:p>
          <w:p w14:paraId="5AB51267" w14:textId="77777777" w:rsidR="0056183E" w:rsidRDefault="0056183E" w:rsidP="0056183E">
            <w:pPr>
              <w:pStyle w:val="ListParagraph"/>
              <w:numPr>
                <w:ilvl w:val="0"/>
                <w:numId w:val="1"/>
              </w:numPr>
            </w:pPr>
            <w:r>
              <w:t xml:space="preserve">Learning and creating documents related to unit tests coverage with the read only code only. </w:t>
            </w:r>
          </w:p>
          <w:p w14:paraId="6F8FE191" w14:textId="77777777" w:rsidR="0056183E" w:rsidRPr="004D3011" w:rsidRDefault="0056183E" w:rsidP="0056183E">
            <w:pPr>
              <w:pStyle w:val="Heading4"/>
              <w:rPr>
                <w:bCs/>
              </w:rPr>
            </w:pPr>
            <w:proofErr w:type="spellStart"/>
            <w:r>
              <w:t>Varachha</w:t>
            </w:r>
            <w:proofErr w:type="spellEnd"/>
            <w:r>
              <w:t xml:space="preserve"> Co-operative Bank, Surat, India</w:t>
            </w:r>
            <w:r w:rsidRPr="004D3011">
              <w:t xml:space="preserve"> </w:t>
            </w:r>
            <w:r>
              <w:t>[Apprentice Developer]</w:t>
            </w:r>
          </w:p>
          <w:p w14:paraId="7DCD63F2" w14:textId="77777777" w:rsidR="0056183E" w:rsidRPr="004D3011" w:rsidRDefault="0056183E" w:rsidP="0056183E">
            <w:pPr>
              <w:pStyle w:val="Date"/>
            </w:pPr>
            <w:r>
              <w:t>June 2017</w:t>
            </w:r>
            <w:r w:rsidRPr="004D3011">
              <w:t>–</w:t>
            </w:r>
            <w:r>
              <w:t xml:space="preserve"> March 2018</w:t>
            </w:r>
          </w:p>
          <w:p w14:paraId="4B8026E3" w14:textId="77777777" w:rsidR="0056183E" w:rsidRDefault="0056183E" w:rsidP="0056183E">
            <w:pPr>
              <w:pStyle w:val="ListParagraph"/>
              <w:numPr>
                <w:ilvl w:val="0"/>
                <w:numId w:val="2"/>
              </w:numPr>
            </w:pPr>
            <w:r>
              <w:t xml:space="preserve">Assisting the technical support team in understanding the production issues. </w:t>
            </w:r>
          </w:p>
          <w:p w14:paraId="0E60A291" w14:textId="77777777" w:rsidR="0056183E" w:rsidRDefault="0056183E" w:rsidP="0056183E">
            <w:pPr>
              <w:pStyle w:val="ListParagraph"/>
              <w:numPr>
                <w:ilvl w:val="0"/>
                <w:numId w:val="2"/>
              </w:numPr>
            </w:pPr>
            <w:r>
              <w:t>Performing root cause analysis, DB queries.</w:t>
            </w:r>
          </w:p>
          <w:p w14:paraId="2C494ED2" w14:textId="77777777" w:rsidR="0056183E" w:rsidRDefault="0056183E" w:rsidP="0056183E">
            <w:pPr>
              <w:pStyle w:val="ListParagraph"/>
              <w:numPr>
                <w:ilvl w:val="0"/>
                <w:numId w:val="2"/>
              </w:numPr>
            </w:pPr>
            <w:r>
              <w:t xml:space="preserve">Involving with development teams and support teams in understanding the product knowledge. </w:t>
            </w:r>
            <w:r w:rsidRPr="004D3011">
              <w:t xml:space="preserve"> </w:t>
            </w:r>
          </w:p>
          <w:p w14:paraId="1361A655" w14:textId="77777777" w:rsidR="0056183E" w:rsidRDefault="0056183E" w:rsidP="0056183E">
            <w:pPr>
              <w:pStyle w:val="ListParagraph"/>
              <w:numPr>
                <w:ilvl w:val="0"/>
                <w:numId w:val="2"/>
              </w:numPr>
            </w:pPr>
            <w:r>
              <w:t xml:space="preserve">Understanding the source code, comments, and other design documents. </w:t>
            </w:r>
          </w:p>
          <w:p w14:paraId="2436CEC4" w14:textId="77777777" w:rsidR="0056183E" w:rsidRPr="004D3011" w:rsidRDefault="0056183E" w:rsidP="0056183E">
            <w:pPr>
              <w:pStyle w:val="Heading4"/>
              <w:rPr>
                <w:bCs/>
              </w:rPr>
            </w:pPr>
            <w:proofErr w:type="spellStart"/>
            <w:r>
              <w:t>Kharadiya</w:t>
            </w:r>
            <w:proofErr w:type="spellEnd"/>
            <w:r>
              <w:t xml:space="preserve"> Group Limited, </w:t>
            </w:r>
            <w:proofErr w:type="spellStart"/>
            <w:r>
              <w:t>Palanpur</w:t>
            </w:r>
            <w:proofErr w:type="spellEnd"/>
            <w:r>
              <w:t>, India</w:t>
            </w:r>
            <w:r w:rsidRPr="004D3011">
              <w:t xml:space="preserve"> [</w:t>
            </w:r>
            <w:r>
              <w:t>Apprentice Developer- Part-time]</w:t>
            </w:r>
          </w:p>
          <w:p w14:paraId="65A6FE68" w14:textId="77777777" w:rsidR="0056183E" w:rsidRPr="004D3011" w:rsidRDefault="0056183E" w:rsidP="0056183E">
            <w:pPr>
              <w:pStyle w:val="Date"/>
            </w:pPr>
            <w:r>
              <w:t>July 2016</w:t>
            </w:r>
            <w:r w:rsidRPr="004D3011">
              <w:t>–</w:t>
            </w:r>
            <w:r>
              <w:t>March 2017</w:t>
            </w:r>
          </w:p>
          <w:p w14:paraId="527AC761" w14:textId="77777777" w:rsidR="0056183E" w:rsidRDefault="0056183E" w:rsidP="0056183E">
            <w:pPr>
              <w:pStyle w:val="ListParagraph"/>
              <w:numPr>
                <w:ilvl w:val="0"/>
                <w:numId w:val="3"/>
              </w:numPr>
            </w:pPr>
            <w:r>
              <w:t>Understanding the Software Development life cycle.</w:t>
            </w:r>
          </w:p>
          <w:p w14:paraId="4B3FA7C8" w14:textId="77777777" w:rsidR="0056183E" w:rsidRDefault="0056183E" w:rsidP="0056183E">
            <w:pPr>
              <w:pStyle w:val="ListParagraph"/>
              <w:numPr>
                <w:ilvl w:val="0"/>
                <w:numId w:val="3"/>
              </w:numPr>
            </w:pPr>
            <w:r>
              <w:t xml:space="preserve">Understanding development requirements along with other developers. </w:t>
            </w:r>
          </w:p>
          <w:p w14:paraId="641491CD" w14:textId="77777777" w:rsidR="0056183E" w:rsidRDefault="0056183E" w:rsidP="0056183E">
            <w:pPr>
              <w:pStyle w:val="ListParagraph"/>
              <w:numPr>
                <w:ilvl w:val="0"/>
                <w:numId w:val="3"/>
              </w:numPr>
            </w:pPr>
            <w:r>
              <w:t xml:space="preserve">Created a basic front-end web application for customer order and purchase of materials along with other developers. </w:t>
            </w:r>
          </w:p>
          <w:p w14:paraId="0079F3A8" w14:textId="1ED80138" w:rsidR="00036450" w:rsidRPr="004D3011" w:rsidRDefault="00036450" w:rsidP="0056183E">
            <w:pPr>
              <w:pStyle w:val="Heading2"/>
              <w:rPr>
                <w:color w:val="FFFFFF" w:themeColor="background1"/>
              </w:rPr>
            </w:pPr>
          </w:p>
        </w:tc>
      </w:tr>
    </w:tbl>
    <w:p w14:paraId="49CB549C" w14:textId="77777777" w:rsidR="0043117B" w:rsidRDefault="00000000" w:rsidP="000C45FF">
      <w:pPr>
        <w:tabs>
          <w:tab w:val="left" w:pos="990"/>
        </w:tabs>
      </w:pPr>
    </w:p>
    <w:sectPr w:rsidR="0043117B" w:rsidSect="000C45FF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B5FF3" w14:textId="77777777" w:rsidR="004D736B" w:rsidRDefault="004D736B" w:rsidP="000C45FF">
      <w:r>
        <w:separator/>
      </w:r>
    </w:p>
  </w:endnote>
  <w:endnote w:type="continuationSeparator" w:id="0">
    <w:p w14:paraId="0C97AA00" w14:textId="77777777" w:rsidR="004D736B" w:rsidRDefault="004D736B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BEF7A" w14:textId="77777777" w:rsidR="004D736B" w:rsidRDefault="004D736B" w:rsidP="000C45FF">
      <w:r>
        <w:separator/>
      </w:r>
    </w:p>
  </w:footnote>
  <w:footnote w:type="continuationSeparator" w:id="0">
    <w:p w14:paraId="0235E8F9" w14:textId="77777777" w:rsidR="004D736B" w:rsidRDefault="004D736B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6844" w14:textId="77777777" w:rsidR="000C45FF" w:rsidRDefault="000C45F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F7B14E3" wp14:editId="2FDD44F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4194"/>
    <w:multiLevelType w:val="hybridMultilevel"/>
    <w:tmpl w:val="2A7E9BE6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5E8187B"/>
    <w:multiLevelType w:val="hybridMultilevel"/>
    <w:tmpl w:val="A78E8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A5447"/>
    <w:multiLevelType w:val="hybridMultilevel"/>
    <w:tmpl w:val="E7424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C27B9B"/>
    <w:multiLevelType w:val="hybridMultilevel"/>
    <w:tmpl w:val="97448A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762745">
    <w:abstractNumId w:val="0"/>
  </w:num>
  <w:num w:numId="2" w16cid:durableId="1758015179">
    <w:abstractNumId w:val="3"/>
  </w:num>
  <w:num w:numId="3" w16cid:durableId="1323854380">
    <w:abstractNumId w:val="2"/>
  </w:num>
  <w:num w:numId="4" w16cid:durableId="767820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83E"/>
    <w:rsid w:val="00036450"/>
    <w:rsid w:val="00094499"/>
    <w:rsid w:val="000C45FF"/>
    <w:rsid w:val="000E3FD1"/>
    <w:rsid w:val="00112054"/>
    <w:rsid w:val="001317D8"/>
    <w:rsid w:val="001525E1"/>
    <w:rsid w:val="00180329"/>
    <w:rsid w:val="0019001F"/>
    <w:rsid w:val="001A74A5"/>
    <w:rsid w:val="001B2ABD"/>
    <w:rsid w:val="001E0391"/>
    <w:rsid w:val="001E1759"/>
    <w:rsid w:val="001E293A"/>
    <w:rsid w:val="001F1ECC"/>
    <w:rsid w:val="002400EB"/>
    <w:rsid w:val="00256CF7"/>
    <w:rsid w:val="00281FD5"/>
    <w:rsid w:val="0030481B"/>
    <w:rsid w:val="003156FC"/>
    <w:rsid w:val="003254B5"/>
    <w:rsid w:val="0037121F"/>
    <w:rsid w:val="003910D8"/>
    <w:rsid w:val="003A6B7D"/>
    <w:rsid w:val="003B06CA"/>
    <w:rsid w:val="004071FC"/>
    <w:rsid w:val="00445947"/>
    <w:rsid w:val="004813B3"/>
    <w:rsid w:val="00496591"/>
    <w:rsid w:val="004C63E4"/>
    <w:rsid w:val="004D3011"/>
    <w:rsid w:val="004D736B"/>
    <w:rsid w:val="005262AC"/>
    <w:rsid w:val="0056183E"/>
    <w:rsid w:val="0058458A"/>
    <w:rsid w:val="005E39D5"/>
    <w:rsid w:val="00600670"/>
    <w:rsid w:val="0062123A"/>
    <w:rsid w:val="00646E75"/>
    <w:rsid w:val="006771D0"/>
    <w:rsid w:val="00715FCB"/>
    <w:rsid w:val="00743101"/>
    <w:rsid w:val="00764C9F"/>
    <w:rsid w:val="007775E1"/>
    <w:rsid w:val="007867A0"/>
    <w:rsid w:val="007927F5"/>
    <w:rsid w:val="00802CA0"/>
    <w:rsid w:val="009260CD"/>
    <w:rsid w:val="00940A66"/>
    <w:rsid w:val="00952C25"/>
    <w:rsid w:val="00A2118D"/>
    <w:rsid w:val="00AD0A50"/>
    <w:rsid w:val="00AD76E2"/>
    <w:rsid w:val="00B20152"/>
    <w:rsid w:val="00B359E4"/>
    <w:rsid w:val="00B57D98"/>
    <w:rsid w:val="00B70850"/>
    <w:rsid w:val="00C066B6"/>
    <w:rsid w:val="00C37BA1"/>
    <w:rsid w:val="00C4674C"/>
    <w:rsid w:val="00C506CF"/>
    <w:rsid w:val="00C72BED"/>
    <w:rsid w:val="00C9578B"/>
    <w:rsid w:val="00CB0055"/>
    <w:rsid w:val="00D2522B"/>
    <w:rsid w:val="00D422DE"/>
    <w:rsid w:val="00D5459D"/>
    <w:rsid w:val="00DA1F4D"/>
    <w:rsid w:val="00DD172A"/>
    <w:rsid w:val="00E25A26"/>
    <w:rsid w:val="00E4381A"/>
    <w:rsid w:val="00E55D74"/>
    <w:rsid w:val="00EC5F34"/>
    <w:rsid w:val="00F60274"/>
    <w:rsid w:val="00F77FB9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59553C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">
    <w:name w:val="Normal"/>
    <w:qFormat/>
    <w:rsid w:val="00B359E4"/>
    <w:rPr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0A66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359E4"/>
    <w:pPr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940A66"/>
    <w:rPr>
      <w:rFonts w:asciiTheme="majorHAnsi" w:eastAsiaTheme="majorEastAsia" w:hAnsiTheme="majorHAnsi" w:cstheme="majorBidi"/>
      <w:b/>
      <w:caps/>
      <w:color w:val="548AB7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  <w:style w:type="paragraph" w:styleId="ListParagraph">
    <w:name w:val="List Paragraph"/>
    <w:basedOn w:val="Normal"/>
    <w:uiPriority w:val="34"/>
    <w:semiHidden/>
    <w:qFormat/>
    <w:rsid w:val="00561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alinadhavan1996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as\AppData\Roaming\Microsoft\Templates\Blue%20grey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A927EA5E3A47FEB129EBA9A3917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3F6DA-B13D-4257-8A28-B2A81F9A28A9}"/>
      </w:docPartPr>
      <w:docPartBody>
        <w:p w:rsidR="00000000" w:rsidRDefault="00000000">
          <w:pPr>
            <w:pStyle w:val="50A927EA5E3A47FEB129EBA9A3917127"/>
          </w:pPr>
          <w:r w:rsidRPr="00D5459D">
            <w:t>Profile</w:t>
          </w:r>
        </w:p>
      </w:docPartBody>
    </w:docPart>
    <w:docPart>
      <w:docPartPr>
        <w:name w:val="265F70A118F14AAE87B2FB2AA0CB96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4A196-83B9-4103-B25F-06999F896D08}"/>
      </w:docPartPr>
      <w:docPartBody>
        <w:p w:rsidR="00000000" w:rsidRDefault="00726394" w:rsidP="00726394">
          <w:pPr>
            <w:pStyle w:val="265F70A118F14AAE87B2FB2AA0CB9640"/>
          </w:pPr>
          <w:r w:rsidRPr="00036450">
            <w:t>EDUCATION</w:t>
          </w:r>
        </w:p>
      </w:docPartBody>
    </w:docPart>
    <w:docPart>
      <w:docPartPr>
        <w:name w:val="ACF087E170B346E28B173B62A7254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9D70F-5CD2-48A5-BACC-9503D4A7C4F3}"/>
      </w:docPartPr>
      <w:docPartBody>
        <w:p w:rsidR="00000000" w:rsidRDefault="00726394" w:rsidP="00726394">
          <w:pPr>
            <w:pStyle w:val="ACF087E170B346E28B173B62A7254EC0"/>
          </w:pPr>
          <w:r w:rsidRPr="00036450">
            <w:t>WORK EXPERIENCE</w:t>
          </w:r>
        </w:p>
      </w:docPartBody>
    </w:docPart>
    <w:docPart>
      <w:docPartPr>
        <w:name w:val="8321B7E641424CC9AA70C08BE2C13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2C9A9-08B1-420F-96FB-3E2B72AFBC12}"/>
      </w:docPartPr>
      <w:docPartBody>
        <w:p w:rsidR="00000000" w:rsidRDefault="00726394" w:rsidP="00726394">
          <w:pPr>
            <w:pStyle w:val="8321B7E641424CC9AA70C08BE2C13CA4"/>
          </w:pPr>
          <w:r w:rsidRPr="00CB0055">
            <w:t>Contact</w:t>
          </w:r>
        </w:p>
      </w:docPartBody>
    </w:docPart>
    <w:docPart>
      <w:docPartPr>
        <w:name w:val="571D86035825455AA2B7B6B80A71F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8AE06-D04E-4681-A058-FFBB3114AA6A}"/>
      </w:docPartPr>
      <w:docPartBody>
        <w:p w:rsidR="00000000" w:rsidRDefault="00726394" w:rsidP="00726394">
          <w:pPr>
            <w:pStyle w:val="571D86035825455AA2B7B6B80A71FF68"/>
          </w:pPr>
          <w:r w:rsidRPr="004D3011">
            <w:t>PHONE:</w:t>
          </w:r>
        </w:p>
      </w:docPartBody>
    </w:docPart>
    <w:docPart>
      <w:docPartPr>
        <w:name w:val="D588D673FC9D4AD5B6F7AD5A9CFFC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2D613-69BA-4470-A3B1-FC94774DC447}"/>
      </w:docPartPr>
      <w:docPartBody>
        <w:p w:rsidR="00000000" w:rsidRDefault="00726394" w:rsidP="00726394">
          <w:pPr>
            <w:pStyle w:val="D588D673FC9D4AD5B6F7AD5A9CFFCEE5"/>
          </w:pPr>
          <w:r w:rsidRPr="004D3011">
            <w:t>EMAIL: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394"/>
    <w:rsid w:val="00610612"/>
    <w:rsid w:val="007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szCs w:val="26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2E0EF3C805454E9E19876E1515BE63">
    <w:name w:val="4B2E0EF3C805454E9E19876E1515BE63"/>
  </w:style>
  <w:style w:type="paragraph" w:customStyle="1" w:styleId="CDADBE3B81E1434E9E1FB4C4B71192D2">
    <w:name w:val="CDADBE3B81E1434E9E1FB4C4B71192D2"/>
  </w:style>
  <w:style w:type="paragraph" w:customStyle="1" w:styleId="50A927EA5E3A47FEB129EBA9A3917127">
    <w:name w:val="50A927EA5E3A47FEB129EBA9A3917127"/>
  </w:style>
  <w:style w:type="paragraph" w:customStyle="1" w:styleId="C3186E9BF569479A8171D1B911DFC918">
    <w:name w:val="C3186E9BF569479A8171D1B911DFC918"/>
  </w:style>
  <w:style w:type="paragraph" w:customStyle="1" w:styleId="11056E78CAB24D6EA2D6EBCD4B727AE5">
    <w:name w:val="11056E78CAB24D6EA2D6EBCD4B727AE5"/>
  </w:style>
  <w:style w:type="paragraph" w:customStyle="1" w:styleId="F0C4F903F7DA4B4CBEA57D205CA3A345">
    <w:name w:val="F0C4F903F7DA4B4CBEA57D205CA3A345"/>
  </w:style>
  <w:style w:type="paragraph" w:customStyle="1" w:styleId="14CBA69B29074363A044C88FB5CACFC8">
    <w:name w:val="14CBA69B29074363A044C88FB5CACFC8"/>
  </w:style>
  <w:style w:type="paragraph" w:customStyle="1" w:styleId="D98EE98E29AE4D6E968E11FD1183C386">
    <w:name w:val="D98EE98E29AE4D6E968E11FD1183C386"/>
  </w:style>
  <w:style w:type="paragraph" w:customStyle="1" w:styleId="8CB4429728654B58B9E0F030DCE36D7C">
    <w:name w:val="8CB4429728654B58B9E0F030DCE36D7C"/>
  </w:style>
  <w:style w:type="paragraph" w:customStyle="1" w:styleId="669146DA50044ACA8FDE9DBB12A808AC">
    <w:name w:val="669146DA50044ACA8FDE9DBB12A808AC"/>
  </w:style>
  <w:style w:type="character" w:styleId="Hyperlink">
    <w:name w:val="Hyperlink"/>
    <w:basedOn w:val="DefaultParagraphFont"/>
    <w:uiPriority w:val="99"/>
    <w:unhideWhenUsed/>
    <w:rPr>
      <w:color w:val="C45911" w:themeColor="accent2" w:themeShade="BF"/>
      <w:u w:val="single"/>
    </w:rPr>
  </w:style>
  <w:style w:type="paragraph" w:customStyle="1" w:styleId="10745EDA4C174254A8B08C86E4163A59">
    <w:name w:val="10745EDA4C174254A8B08C86E4163A59"/>
  </w:style>
  <w:style w:type="paragraph" w:customStyle="1" w:styleId="C74D4FEBFF3B4A699B4C55D02E07A4B4">
    <w:name w:val="C74D4FEBFF3B4A699B4C55D02E07A4B4"/>
  </w:style>
  <w:style w:type="paragraph" w:customStyle="1" w:styleId="20F363D8372D4BCBB8CC61E111F0E05F">
    <w:name w:val="20F363D8372D4BCBB8CC61E111F0E05F"/>
  </w:style>
  <w:style w:type="paragraph" w:customStyle="1" w:styleId="366AD11C6B814AE6917133942A00F081">
    <w:name w:val="366AD11C6B814AE6917133942A00F081"/>
  </w:style>
  <w:style w:type="paragraph" w:customStyle="1" w:styleId="DA4D42A73F14418588AB77EA023ABE29">
    <w:name w:val="DA4D42A73F14418588AB77EA023ABE29"/>
  </w:style>
  <w:style w:type="paragraph" w:customStyle="1" w:styleId="61640860BE324C22902D7DEDB564385B">
    <w:name w:val="61640860BE324C22902D7DEDB564385B"/>
  </w:style>
  <w:style w:type="paragraph" w:customStyle="1" w:styleId="8ECA2094838A48F295C35D9A5FF4EFA3">
    <w:name w:val="8ECA2094838A48F295C35D9A5FF4EFA3"/>
  </w:style>
  <w:style w:type="paragraph" w:customStyle="1" w:styleId="5E6ED261D10D49EB821A5ACE8E51D13C">
    <w:name w:val="5E6ED261D10D49EB821A5ACE8E51D13C"/>
  </w:style>
  <w:style w:type="paragraph" w:customStyle="1" w:styleId="0214CE68D9A643B3A73D9A0B0E8768B6">
    <w:name w:val="0214CE68D9A643B3A73D9A0B0E8768B6"/>
  </w:style>
  <w:style w:type="paragraph" w:customStyle="1" w:styleId="0737A8B24161443CAEF29C54C2899437">
    <w:name w:val="0737A8B24161443CAEF29C54C2899437"/>
  </w:style>
  <w:style w:type="paragraph" w:customStyle="1" w:styleId="FE09E408B6E6412A86928BEAF4E053F1">
    <w:name w:val="FE09E408B6E6412A86928BEAF4E053F1"/>
  </w:style>
  <w:style w:type="paragraph" w:customStyle="1" w:styleId="BCAA0D1EF9294254921C83FA11F0FFDF">
    <w:name w:val="BCAA0D1EF9294254921C83FA11F0FFDF"/>
  </w:style>
  <w:style w:type="paragraph" w:customStyle="1" w:styleId="A85921E799494BEFAC2DCB8E94E17BAC">
    <w:name w:val="A85921E799494BEFAC2DCB8E94E17BAC"/>
  </w:style>
  <w:style w:type="paragraph" w:customStyle="1" w:styleId="AAB2AD369D2243389A4301D7BC510D63">
    <w:name w:val="AAB2AD369D2243389A4301D7BC510D63"/>
  </w:style>
  <w:style w:type="paragraph" w:customStyle="1" w:styleId="2E143E76D5FB4D2FAA763826E0A095A7">
    <w:name w:val="2E143E76D5FB4D2FAA763826E0A095A7"/>
  </w:style>
  <w:style w:type="paragraph" w:customStyle="1" w:styleId="6455E6F6277646A8B53490A7C1B00C82">
    <w:name w:val="6455E6F6277646A8B53490A7C1B00C82"/>
  </w:style>
  <w:style w:type="paragraph" w:customStyle="1" w:styleId="6890F35906324D7088760EDAB64775B6">
    <w:name w:val="6890F35906324D7088760EDAB64775B6"/>
  </w:style>
  <w:style w:type="paragraph" w:customStyle="1" w:styleId="E2123E4E90544A05BBC9A3F95746753F">
    <w:name w:val="E2123E4E90544A05BBC9A3F95746753F"/>
  </w:style>
  <w:style w:type="paragraph" w:customStyle="1" w:styleId="DF95E2BD05F54975BAD165E2ECD12DE2">
    <w:name w:val="DF95E2BD05F54975BAD165E2ECD12DE2"/>
  </w:style>
  <w:style w:type="paragraph" w:customStyle="1" w:styleId="481E8E7ACE1B4B869DF4B6FF7DB5A258">
    <w:name w:val="481E8E7ACE1B4B869DF4B6FF7DB5A258"/>
  </w:style>
  <w:style w:type="paragraph" w:customStyle="1" w:styleId="300D07EDC26748A888719E16FFCC36B7">
    <w:name w:val="300D07EDC26748A888719E16FFCC36B7"/>
  </w:style>
  <w:style w:type="paragraph" w:customStyle="1" w:styleId="CEF45400206E42B9863FE9B27633D85A">
    <w:name w:val="CEF45400206E42B9863FE9B27633D85A"/>
  </w:style>
  <w:style w:type="paragraph" w:customStyle="1" w:styleId="1E5409C216414F7E843DB32880979227">
    <w:name w:val="1E5409C216414F7E843DB32880979227"/>
  </w:style>
  <w:style w:type="paragraph" w:customStyle="1" w:styleId="325FA8FCFE6F4BC592F4E09A03648B42">
    <w:name w:val="325FA8FCFE6F4BC592F4E09A03648B42"/>
  </w:style>
  <w:style w:type="paragraph" w:customStyle="1" w:styleId="A4D3FF4EC2C24BB2BA958C18148664B8">
    <w:name w:val="A4D3FF4EC2C24BB2BA958C18148664B8"/>
  </w:style>
  <w:style w:type="paragraph" w:customStyle="1" w:styleId="182045E5DAB84E378DAC038700CB734C">
    <w:name w:val="182045E5DAB84E378DAC038700CB734C"/>
  </w:style>
  <w:style w:type="paragraph" w:customStyle="1" w:styleId="F0C2271272754ABF9FC5733D77080A25">
    <w:name w:val="F0C2271272754ABF9FC5733D77080A25"/>
  </w:style>
  <w:style w:type="paragraph" w:customStyle="1" w:styleId="6A66792A0AB04DBE90FDFD956BE6A054">
    <w:name w:val="6A66792A0AB04DBE90FDFD956BE6A054"/>
  </w:style>
  <w:style w:type="paragraph" w:customStyle="1" w:styleId="F584122ED1A7490DBA2B85C20815D72B">
    <w:name w:val="F584122ED1A7490DBA2B85C20815D72B"/>
  </w:style>
  <w:style w:type="paragraph" w:customStyle="1" w:styleId="7BD178478C824A44A242FB646BDFD0BA">
    <w:name w:val="7BD178478C824A44A242FB646BDFD0BA"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aps/>
      <w:szCs w:val="26"/>
      <w:lang w:val="en-US" w:eastAsia="ja-JP"/>
    </w:rPr>
  </w:style>
  <w:style w:type="paragraph" w:customStyle="1" w:styleId="280B00E773DF4A3886BCBE0487F0B7EB">
    <w:name w:val="280B00E773DF4A3886BCBE0487F0B7EB"/>
  </w:style>
  <w:style w:type="paragraph" w:customStyle="1" w:styleId="265F70A118F14AAE87B2FB2AA0CB9640">
    <w:name w:val="265F70A118F14AAE87B2FB2AA0CB9640"/>
    <w:rsid w:val="00726394"/>
  </w:style>
  <w:style w:type="paragraph" w:customStyle="1" w:styleId="ACF087E170B346E28B173B62A7254EC0">
    <w:name w:val="ACF087E170B346E28B173B62A7254EC0"/>
    <w:rsid w:val="00726394"/>
  </w:style>
  <w:style w:type="paragraph" w:customStyle="1" w:styleId="8321B7E641424CC9AA70C08BE2C13CA4">
    <w:name w:val="8321B7E641424CC9AA70C08BE2C13CA4"/>
    <w:rsid w:val="00726394"/>
  </w:style>
  <w:style w:type="paragraph" w:customStyle="1" w:styleId="571D86035825455AA2B7B6B80A71FF68">
    <w:name w:val="571D86035825455AA2B7B6B80A71FF68"/>
    <w:rsid w:val="00726394"/>
  </w:style>
  <w:style w:type="paragraph" w:customStyle="1" w:styleId="D588D673FC9D4AD5B6F7AD5A9CFFCEE5">
    <w:name w:val="D588D673FC9D4AD5B6F7AD5A9CFFCEE5"/>
    <w:rsid w:val="007263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Blue grey resume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2022-07-12T19:31:00Z</dcterms:created>
  <dcterms:modified xsi:type="dcterms:W3CDTF">2022-07-12T19:41:00Z</dcterms:modified>
</cp:coreProperties>
</file>